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5274C0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787344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5274C0">
        <w:rPr>
          <w:b/>
          <w:sz w:val="30"/>
        </w:rPr>
        <w:t xml:space="preserve"> Ненецкого автономного округа»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B54569">
        <w:rPr>
          <w:b/>
          <w:sz w:val="28"/>
          <w:szCs w:val="28"/>
          <w:u w:val="single"/>
        </w:rPr>
        <w:t>14</w:t>
      </w:r>
      <w:r>
        <w:rPr>
          <w:b/>
          <w:sz w:val="28"/>
          <w:szCs w:val="28"/>
          <w:u w:val="single"/>
        </w:rPr>
        <w:t>.</w:t>
      </w:r>
      <w:r w:rsidR="00D70FD9">
        <w:rPr>
          <w:b/>
          <w:sz w:val="28"/>
          <w:szCs w:val="28"/>
          <w:u w:val="single"/>
        </w:rPr>
        <w:t>0</w:t>
      </w:r>
      <w:r w:rsidR="00C7710E">
        <w:rPr>
          <w:b/>
          <w:sz w:val="28"/>
          <w:szCs w:val="28"/>
          <w:u w:val="single"/>
        </w:rPr>
        <w:t>5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C7710E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№ </w:t>
      </w:r>
      <w:r w:rsidR="00B54569">
        <w:rPr>
          <w:b/>
          <w:sz w:val="28"/>
          <w:szCs w:val="28"/>
          <w:u w:val="single"/>
        </w:rPr>
        <w:t>151</w:t>
      </w:r>
      <w:r>
        <w:rPr>
          <w:b/>
          <w:sz w:val="28"/>
          <w:szCs w:val="28"/>
          <w:u w:val="single"/>
        </w:rPr>
        <w:t>п</w:t>
      </w:r>
    </w:p>
    <w:p w:rsidR="00787344" w:rsidRPr="0074551D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 w:rsidR="00B54569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C7710E" w:rsidRPr="00C7710E" w:rsidRDefault="00C7710E" w:rsidP="00C7710E">
            <w:pPr>
              <w:jc w:val="both"/>
              <w:rPr>
                <w:sz w:val="22"/>
              </w:rPr>
            </w:pPr>
            <w:r w:rsidRPr="00C7710E"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</w:p>
          <w:p w:rsidR="00787344" w:rsidRDefault="00C7710E" w:rsidP="00C7710E">
            <w:pPr>
              <w:jc w:val="both"/>
              <w:rPr>
                <w:sz w:val="22"/>
              </w:rPr>
            </w:pPr>
            <w:r w:rsidRPr="00C7710E">
              <w:rPr>
                <w:sz w:val="22"/>
              </w:rPr>
              <w:t>от 29.12.2023 № 433п</w:t>
            </w:r>
          </w:p>
        </w:tc>
      </w:tr>
    </w:tbl>
    <w:p w:rsidR="00787344" w:rsidRPr="00D62D5A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787344" w:rsidRDefault="00787344" w:rsidP="00787344">
      <w:pPr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>
        <w:rPr>
          <w:sz w:val="26"/>
          <w:szCs w:val="26"/>
        </w:rPr>
        <w:t>х</w:t>
      </w:r>
      <w:r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 ПОСТАНОВЛЯЕТ:</w:t>
      </w:r>
    </w:p>
    <w:p w:rsidR="005427D8" w:rsidRDefault="005427D8" w:rsidP="00787344">
      <w:pPr>
        <w:jc w:val="both"/>
        <w:rPr>
          <w:sz w:val="28"/>
          <w:szCs w:val="28"/>
        </w:rPr>
      </w:pPr>
    </w:p>
    <w:p w:rsidR="001E0A87" w:rsidRPr="00B03EA4" w:rsidRDefault="005274C0" w:rsidP="00B03EA4">
      <w:pPr>
        <w:pStyle w:val="aa"/>
        <w:numPr>
          <w:ilvl w:val="0"/>
          <w:numId w:val="44"/>
        </w:numPr>
        <w:autoSpaceDE w:val="0"/>
        <w:autoSpaceDN w:val="0"/>
        <w:adjustRightInd w:val="0"/>
        <w:ind w:left="0" w:firstLine="687"/>
        <w:jc w:val="both"/>
        <w:rPr>
          <w:sz w:val="26"/>
          <w:szCs w:val="26"/>
        </w:rPr>
      </w:pPr>
      <w:r w:rsidRPr="00B03EA4">
        <w:rPr>
          <w:sz w:val="26"/>
          <w:szCs w:val="26"/>
        </w:rPr>
        <w:t>Добавить приложение</w:t>
      </w:r>
      <w:r w:rsidR="000D7B60" w:rsidRPr="00B03EA4">
        <w:rPr>
          <w:sz w:val="26"/>
          <w:szCs w:val="26"/>
        </w:rPr>
        <w:t xml:space="preserve"> </w:t>
      </w:r>
      <w:r w:rsidRPr="00B03EA4">
        <w:rPr>
          <w:sz w:val="26"/>
          <w:szCs w:val="26"/>
        </w:rPr>
        <w:t xml:space="preserve">№ </w:t>
      </w:r>
      <w:r w:rsidR="00C7710E">
        <w:rPr>
          <w:sz w:val="26"/>
          <w:szCs w:val="26"/>
        </w:rPr>
        <w:t>8</w:t>
      </w:r>
      <w:r w:rsidRPr="00B03EA4">
        <w:rPr>
          <w:sz w:val="26"/>
          <w:szCs w:val="26"/>
        </w:rPr>
        <w:t xml:space="preserve"> </w:t>
      </w:r>
      <w:r w:rsidR="00787344" w:rsidRPr="00B03EA4">
        <w:rPr>
          <w:sz w:val="26"/>
          <w:szCs w:val="26"/>
        </w:rPr>
        <w:t>к постановлению Адми</w:t>
      </w:r>
      <w:r w:rsidR="00B54569">
        <w:rPr>
          <w:sz w:val="26"/>
          <w:szCs w:val="26"/>
        </w:rPr>
        <w:t>нистрации Заполярного района от</w:t>
      </w:r>
      <w:r w:rsidR="000D7B60" w:rsidRPr="00B03EA4">
        <w:rPr>
          <w:sz w:val="26"/>
          <w:szCs w:val="26"/>
        </w:rPr>
        <w:t xml:space="preserve"> </w:t>
      </w:r>
      <w:r w:rsidR="00C7710E">
        <w:rPr>
          <w:sz w:val="26"/>
          <w:szCs w:val="26"/>
        </w:rPr>
        <w:t>29</w:t>
      </w:r>
      <w:r w:rsidR="00787344" w:rsidRPr="00B03EA4">
        <w:rPr>
          <w:sz w:val="26"/>
          <w:szCs w:val="26"/>
        </w:rPr>
        <w:t>.</w:t>
      </w:r>
      <w:r w:rsidR="00A751C0" w:rsidRPr="00B03EA4">
        <w:rPr>
          <w:sz w:val="26"/>
          <w:szCs w:val="26"/>
        </w:rPr>
        <w:t>1</w:t>
      </w:r>
      <w:r w:rsidR="00C7392A" w:rsidRPr="00B03EA4">
        <w:rPr>
          <w:sz w:val="26"/>
          <w:szCs w:val="26"/>
        </w:rPr>
        <w:t>2</w:t>
      </w:r>
      <w:r w:rsidR="00787344" w:rsidRPr="00B03EA4">
        <w:rPr>
          <w:sz w:val="26"/>
          <w:szCs w:val="26"/>
        </w:rPr>
        <w:t>.20</w:t>
      </w:r>
      <w:r w:rsidR="00A62700" w:rsidRPr="00B03EA4">
        <w:rPr>
          <w:sz w:val="26"/>
          <w:szCs w:val="26"/>
        </w:rPr>
        <w:t>2</w:t>
      </w:r>
      <w:r w:rsidR="00C7710E">
        <w:rPr>
          <w:sz w:val="26"/>
          <w:szCs w:val="26"/>
        </w:rPr>
        <w:t>3</w:t>
      </w:r>
      <w:r w:rsidR="00787344" w:rsidRPr="00B03EA4">
        <w:rPr>
          <w:sz w:val="26"/>
          <w:szCs w:val="26"/>
        </w:rPr>
        <w:t xml:space="preserve"> № </w:t>
      </w:r>
      <w:r w:rsidR="00D62D5A">
        <w:rPr>
          <w:sz w:val="26"/>
          <w:szCs w:val="26"/>
        </w:rPr>
        <w:t>4</w:t>
      </w:r>
      <w:r w:rsidR="00C7710E">
        <w:rPr>
          <w:sz w:val="26"/>
          <w:szCs w:val="26"/>
        </w:rPr>
        <w:t>33</w:t>
      </w:r>
      <w:r w:rsidR="00787344" w:rsidRPr="00B03EA4">
        <w:rPr>
          <w:sz w:val="26"/>
          <w:szCs w:val="26"/>
        </w:rPr>
        <w:t xml:space="preserve">п </w:t>
      </w:r>
      <w:r w:rsidR="00B87062" w:rsidRPr="00B03EA4">
        <w:rPr>
          <w:sz w:val="26"/>
          <w:szCs w:val="26"/>
        </w:rPr>
        <w:t>«</w:t>
      </w:r>
      <w:r w:rsidR="00787344" w:rsidRPr="00B03EA4">
        <w:rPr>
          <w:sz w:val="26"/>
          <w:szCs w:val="26"/>
        </w:rPr>
        <w:t>Об утверждении тарифов на услуги (работы) МП ЗР «</w:t>
      </w:r>
      <w:proofErr w:type="spellStart"/>
      <w:r w:rsidR="00787344" w:rsidRPr="00B03EA4">
        <w:rPr>
          <w:sz w:val="26"/>
          <w:szCs w:val="26"/>
        </w:rPr>
        <w:t>Севержилкомсервис</w:t>
      </w:r>
      <w:proofErr w:type="spellEnd"/>
      <w:r w:rsidR="00787344" w:rsidRPr="00B03EA4">
        <w:rPr>
          <w:sz w:val="26"/>
          <w:szCs w:val="26"/>
        </w:rPr>
        <w:t>» на 20</w:t>
      </w:r>
      <w:r w:rsidR="00A751C0" w:rsidRPr="00B03EA4">
        <w:rPr>
          <w:sz w:val="26"/>
          <w:szCs w:val="26"/>
        </w:rPr>
        <w:t>2</w:t>
      </w:r>
      <w:r w:rsidR="00C7710E">
        <w:rPr>
          <w:sz w:val="26"/>
          <w:szCs w:val="26"/>
        </w:rPr>
        <w:t>4</w:t>
      </w:r>
      <w:r w:rsidR="00787344" w:rsidRPr="00B03EA4">
        <w:rPr>
          <w:sz w:val="26"/>
          <w:szCs w:val="26"/>
        </w:rPr>
        <w:t xml:space="preserve"> год</w:t>
      </w:r>
      <w:r w:rsidR="00B87062" w:rsidRPr="00B03EA4">
        <w:rPr>
          <w:sz w:val="26"/>
          <w:szCs w:val="26"/>
        </w:rPr>
        <w:t>»</w:t>
      </w:r>
      <w:r w:rsidRPr="00B03EA4">
        <w:rPr>
          <w:sz w:val="26"/>
          <w:szCs w:val="26"/>
        </w:rPr>
        <w:t xml:space="preserve">. </w:t>
      </w:r>
    </w:p>
    <w:p w:rsidR="005A1DEE" w:rsidRDefault="005A1DEE" w:rsidP="005A1DEE">
      <w:pPr>
        <w:rPr>
          <w:sz w:val="26"/>
          <w:szCs w:val="26"/>
        </w:rPr>
      </w:pPr>
    </w:p>
    <w:p w:rsidR="005A1DEE" w:rsidRDefault="005A1DEE" w:rsidP="005A1DEE">
      <w:pPr>
        <w:rPr>
          <w:sz w:val="26"/>
          <w:szCs w:val="26"/>
        </w:rPr>
      </w:pPr>
      <w:r>
        <w:rPr>
          <w:sz w:val="26"/>
          <w:szCs w:val="26"/>
        </w:rPr>
        <w:t>«</w:t>
      </w:r>
    </w:p>
    <w:p w:rsidR="005A1DEE" w:rsidRPr="00947DAF" w:rsidRDefault="005A1DEE" w:rsidP="005A1DEE">
      <w:pPr>
        <w:jc w:val="right"/>
        <w:rPr>
          <w:sz w:val="26"/>
          <w:szCs w:val="26"/>
        </w:rPr>
      </w:pPr>
      <w:r w:rsidRPr="00947DAF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№ </w:t>
      </w:r>
      <w:r w:rsidR="00C7710E">
        <w:rPr>
          <w:sz w:val="26"/>
          <w:szCs w:val="26"/>
        </w:rPr>
        <w:t>8</w:t>
      </w:r>
    </w:p>
    <w:p w:rsidR="005A1DEE" w:rsidRPr="00947DAF" w:rsidRDefault="005A1DEE" w:rsidP="005A1DEE">
      <w:pPr>
        <w:jc w:val="right"/>
        <w:rPr>
          <w:sz w:val="26"/>
          <w:szCs w:val="26"/>
        </w:rPr>
      </w:pPr>
      <w:r w:rsidRPr="00947DAF">
        <w:rPr>
          <w:sz w:val="26"/>
          <w:szCs w:val="26"/>
        </w:rPr>
        <w:t>к постановлению Администрации</w:t>
      </w:r>
    </w:p>
    <w:p w:rsidR="005A1DEE" w:rsidRPr="00947DAF" w:rsidRDefault="005A1DEE" w:rsidP="005A1DEE">
      <w:pPr>
        <w:jc w:val="right"/>
        <w:rPr>
          <w:sz w:val="26"/>
          <w:szCs w:val="26"/>
        </w:rPr>
      </w:pPr>
      <w:r w:rsidRPr="00947DAF">
        <w:rPr>
          <w:sz w:val="26"/>
          <w:szCs w:val="26"/>
        </w:rPr>
        <w:t>Заполярного района</w:t>
      </w:r>
    </w:p>
    <w:p w:rsidR="005A1DEE" w:rsidRDefault="005A1DEE" w:rsidP="005A1DEE">
      <w:pPr>
        <w:jc w:val="right"/>
        <w:rPr>
          <w:sz w:val="26"/>
          <w:szCs w:val="26"/>
        </w:rPr>
      </w:pPr>
      <w:r w:rsidRPr="00470AEF">
        <w:rPr>
          <w:sz w:val="26"/>
          <w:szCs w:val="26"/>
        </w:rPr>
        <w:t xml:space="preserve">от </w:t>
      </w:r>
      <w:r w:rsidR="00C7710E">
        <w:rPr>
          <w:sz w:val="26"/>
          <w:szCs w:val="26"/>
        </w:rPr>
        <w:t>29</w:t>
      </w:r>
      <w:r w:rsidRPr="00470AEF">
        <w:rPr>
          <w:sz w:val="26"/>
          <w:szCs w:val="26"/>
        </w:rPr>
        <w:t>.12.20</w:t>
      </w:r>
      <w:r>
        <w:rPr>
          <w:sz w:val="26"/>
          <w:szCs w:val="26"/>
        </w:rPr>
        <w:t>2</w:t>
      </w:r>
      <w:r w:rsidR="00C7710E">
        <w:rPr>
          <w:sz w:val="26"/>
          <w:szCs w:val="26"/>
        </w:rPr>
        <w:t>3</w:t>
      </w:r>
      <w:r w:rsidRPr="00470AEF">
        <w:rPr>
          <w:sz w:val="26"/>
          <w:szCs w:val="26"/>
        </w:rPr>
        <w:t xml:space="preserve"> № </w:t>
      </w:r>
      <w:r w:rsidR="00D62D5A">
        <w:rPr>
          <w:sz w:val="26"/>
          <w:szCs w:val="26"/>
        </w:rPr>
        <w:t>4</w:t>
      </w:r>
      <w:r w:rsidR="00C7710E">
        <w:rPr>
          <w:sz w:val="26"/>
          <w:szCs w:val="26"/>
        </w:rPr>
        <w:t>33</w:t>
      </w:r>
      <w:r w:rsidR="00B54569">
        <w:rPr>
          <w:sz w:val="26"/>
          <w:szCs w:val="26"/>
        </w:rPr>
        <w:t>п</w:t>
      </w:r>
      <w:bookmarkStart w:id="0" w:name="_GoBack"/>
      <w:bookmarkEnd w:id="0"/>
    </w:p>
    <w:p w:rsidR="005A1DEE" w:rsidRDefault="005A1DEE" w:rsidP="005A1DEE">
      <w:pPr>
        <w:ind w:firstLine="360"/>
        <w:jc w:val="both"/>
        <w:rPr>
          <w:sz w:val="10"/>
          <w:szCs w:val="28"/>
        </w:rPr>
      </w:pPr>
    </w:p>
    <w:p w:rsidR="00BB753A" w:rsidRDefault="005A1DEE" w:rsidP="005A1DEE">
      <w:pPr>
        <w:jc w:val="right"/>
        <w:rPr>
          <w:sz w:val="26"/>
          <w:szCs w:val="26"/>
        </w:rPr>
      </w:pPr>
      <w:r>
        <w:rPr>
          <w:sz w:val="26"/>
          <w:szCs w:val="26"/>
        </w:rPr>
        <w:t>с НДС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275"/>
        <w:gridCol w:w="1843"/>
        <w:gridCol w:w="1843"/>
      </w:tblGrid>
      <w:tr w:rsidR="001E0A87" w:rsidRPr="00853D13" w:rsidTr="005A1DEE">
        <w:trPr>
          <w:trHeight w:val="700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№ </w:t>
            </w:r>
            <w:r w:rsidRPr="00853D13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 xml:space="preserve">Наименование </w:t>
            </w:r>
            <w:r w:rsidRPr="00853D13">
              <w:rPr>
                <w:sz w:val="26"/>
                <w:szCs w:val="26"/>
              </w:rPr>
              <w:br/>
              <w:t>услуги (работы)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Ед.</w:t>
            </w:r>
            <w:r w:rsidRPr="00853D13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населения и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Тариф для прочих потребителей</w:t>
            </w:r>
          </w:p>
        </w:tc>
      </w:tr>
      <w:tr w:rsidR="001E0A87" w:rsidRPr="00853D13" w:rsidTr="005A1DEE">
        <w:trPr>
          <w:trHeight w:val="700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rPr>
                <w:sz w:val="26"/>
                <w:szCs w:val="26"/>
              </w:rPr>
            </w:pPr>
            <w:r w:rsidRPr="00853D13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0A87" w:rsidRPr="00853D13" w:rsidRDefault="001E0A87" w:rsidP="00C12A27">
            <w:pPr>
              <w:jc w:val="center"/>
              <w:outlineLvl w:val="0"/>
              <w:rPr>
                <w:bCs/>
                <w:sz w:val="26"/>
                <w:szCs w:val="26"/>
              </w:rPr>
            </w:pPr>
            <w:r w:rsidRPr="00853D13">
              <w:rPr>
                <w:bCs/>
                <w:sz w:val="26"/>
                <w:szCs w:val="26"/>
              </w:rPr>
              <w:t>5</w:t>
            </w:r>
          </w:p>
        </w:tc>
      </w:tr>
      <w:tr w:rsidR="001E0A87" w:rsidRPr="003953D8" w:rsidTr="005A1DEE">
        <w:trPr>
          <w:trHeight w:val="329"/>
        </w:trPr>
        <w:tc>
          <w:tcPr>
            <w:tcW w:w="9498" w:type="dxa"/>
            <w:gridSpan w:val="5"/>
            <w:shd w:val="clear" w:color="auto" w:fill="auto"/>
            <w:vAlign w:val="center"/>
          </w:tcPr>
          <w:p w:rsidR="001E0A87" w:rsidRPr="00D94D80" w:rsidRDefault="005A1DEE" w:rsidP="005A1DEE">
            <w:pPr>
              <w:pStyle w:val="aa"/>
              <w:ind w:left="1440"/>
              <w:jc w:val="center"/>
              <w:rPr>
                <w:sz w:val="26"/>
                <w:szCs w:val="26"/>
              </w:rPr>
            </w:pPr>
            <w:r w:rsidRPr="005A1DEE">
              <w:rPr>
                <w:sz w:val="26"/>
                <w:szCs w:val="26"/>
              </w:rPr>
              <w:t>Тарифы, установленные в соответствии с решением Совета муниципального района «Заполярный район» от 06.12.2017 № 353-р</w:t>
            </w:r>
          </w:p>
        </w:tc>
      </w:tr>
      <w:tr w:rsidR="00BB753A" w:rsidRPr="003953D8" w:rsidTr="005A1DEE">
        <w:trPr>
          <w:trHeight w:val="329"/>
        </w:trPr>
        <w:tc>
          <w:tcPr>
            <w:tcW w:w="9498" w:type="dxa"/>
            <w:gridSpan w:val="5"/>
            <w:shd w:val="clear" w:color="auto" w:fill="auto"/>
            <w:vAlign w:val="center"/>
          </w:tcPr>
          <w:p w:rsidR="00BB753A" w:rsidRPr="005A1DEE" w:rsidRDefault="00BB753A" w:rsidP="00DE7585">
            <w:pPr>
              <w:pStyle w:val="aa"/>
              <w:numPr>
                <w:ilvl w:val="0"/>
                <w:numId w:val="42"/>
              </w:numPr>
              <w:rPr>
                <w:sz w:val="26"/>
                <w:szCs w:val="26"/>
              </w:rPr>
            </w:pPr>
            <w:r w:rsidRPr="005A1DEE">
              <w:rPr>
                <w:sz w:val="26"/>
                <w:szCs w:val="26"/>
              </w:rPr>
              <w:t>Услуг</w:t>
            </w:r>
            <w:r w:rsidR="00DE7585">
              <w:rPr>
                <w:sz w:val="26"/>
                <w:szCs w:val="26"/>
              </w:rPr>
              <w:t>а</w:t>
            </w:r>
            <w:r w:rsidRPr="005A1DEE">
              <w:rPr>
                <w:sz w:val="26"/>
                <w:szCs w:val="26"/>
              </w:rPr>
              <w:t xml:space="preserve"> по гидравлической промывке и испытаниям систем отопления</w:t>
            </w:r>
          </w:p>
        </w:tc>
      </w:tr>
      <w:tr w:rsidR="00BB753A" w:rsidRPr="003953D8" w:rsidTr="005A1DEE">
        <w:trPr>
          <w:trHeight w:val="1016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BB753A" w:rsidRPr="003953D8" w:rsidRDefault="005A1DEE" w:rsidP="005A1D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B753A" w:rsidRPr="003953D8">
              <w:rPr>
                <w:sz w:val="26"/>
                <w:szCs w:val="26"/>
              </w:rPr>
              <w:t>.1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BB753A" w:rsidRPr="00D94D80" w:rsidRDefault="00BB753A" w:rsidP="00303198">
            <w:pPr>
              <w:jc w:val="center"/>
              <w:rPr>
                <w:sz w:val="26"/>
                <w:szCs w:val="26"/>
              </w:rPr>
            </w:pPr>
            <w:r w:rsidRPr="00D94D80">
              <w:rPr>
                <w:sz w:val="26"/>
                <w:szCs w:val="26"/>
              </w:rPr>
              <w:t>Стоимость услуги по гидравлической промывке, испытани</w:t>
            </w:r>
            <w:r w:rsidR="00303198">
              <w:rPr>
                <w:sz w:val="26"/>
                <w:szCs w:val="26"/>
              </w:rPr>
              <w:t>ю</w:t>
            </w:r>
            <w:r w:rsidRPr="00D94D80">
              <w:rPr>
                <w:sz w:val="26"/>
                <w:szCs w:val="26"/>
              </w:rPr>
              <w:t xml:space="preserve"> на плотность и прочность систем отопления потребителей тепловой энергии МП ЗР «</w:t>
            </w:r>
            <w:proofErr w:type="spellStart"/>
            <w:r w:rsidRPr="00D94D80">
              <w:rPr>
                <w:sz w:val="26"/>
                <w:szCs w:val="26"/>
              </w:rPr>
              <w:t>Севержилкомсервис</w:t>
            </w:r>
            <w:proofErr w:type="spellEnd"/>
            <w:r w:rsidRPr="00D94D80">
              <w:rPr>
                <w:sz w:val="26"/>
                <w:szCs w:val="26"/>
              </w:rPr>
              <w:t>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753A" w:rsidRPr="003953D8" w:rsidRDefault="00BB753A" w:rsidP="004012AD">
            <w:pPr>
              <w:jc w:val="center"/>
              <w:rPr>
                <w:bCs/>
                <w:sz w:val="26"/>
                <w:szCs w:val="26"/>
              </w:rPr>
            </w:pPr>
            <w:r w:rsidRPr="00D94D80">
              <w:rPr>
                <w:bCs/>
                <w:sz w:val="26"/>
                <w:szCs w:val="26"/>
              </w:rPr>
              <w:t>руб./на 1 куб.</w:t>
            </w:r>
            <w:r w:rsidR="00DE7585">
              <w:rPr>
                <w:bCs/>
                <w:sz w:val="26"/>
                <w:szCs w:val="26"/>
              </w:rPr>
              <w:t xml:space="preserve"> </w:t>
            </w:r>
            <w:r w:rsidRPr="00D94D80">
              <w:rPr>
                <w:bCs/>
                <w:sz w:val="26"/>
                <w:szCs w:val="26"/>
              </w:rPr>
              <w:t>м    объема здания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53A" w:rsidRDefault="008B7453" w:rsidP="00C7710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9,99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753A" w:rsidRDefault="008B7453" w:rsidP="00C7710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9,99</w:t>
            </w:r>
          </w:p>
        </w:tc>
      </w:tr>
      <w:tr w:rsidR="00BB753A" w:rsidRPr="003953D8" w:rsidTr="005A1DEE">
        <w:trPr>
          <w:trHeight w:val="988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753A" w:rsidRPr="003953D8" w:rsidRDefault="00BB753A" w:rsidP="004012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753A" w:rsidRPr="00D94D80" w:rsidRDefault="00BB753A" w:rsidP="004012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753A" w:rsidRPr="003953D8" w:rsidRDefault="00BB753A" w:rsidP="004012AD">
            <w:pPr>
              <w:jc w:val="center"/>
              <w:rPr>
                <w:bCs/>
                <w:sz w:val="26"/>
                <w:szCs w:val="26"/>
              </w:rPr>
            </w:pPr>
            <w:r w:rsidRPr="00D94D80">
              <w:rPr>
                <w:bCs/>
                <w:sz w:val="26"/>
                <w:szCs w:val="26"/>
              </w:rPr>
              <w:t>руб.</w:t>
            </w:r>
            <w:r w:rsidR="00DE7585">
              <w:rPr>
                <w:bCs/>
                <w:sz w:val="26"/>
                <w:szCs w:val="26"/>
              </w:rPr>
              <w:t>/ здание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53A" w:rsidRPr="00947DAF" w:rsidRDefault="008B7453" w:rsidP="00C7710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8 027,18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753A" w:rsidRPr="00947DAF" w:rsidRDefault="008B7453" w:rsidP="00C7710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8 027,18</w:t>
            </w:r>
          </w:p>
        </w:tc>
      </w:tr>
    </w:tbl>
    <w:p w:rsidR="00BB753A" w:rsidRDefault="00B03EA4" w:rsidP="00B03EA4">
      <w:pPr>
        <w:pStyle w:val="aa"/>
        <w:autoSpaceDE w:val="0"/>
        <w:autoSpaceDN w:val="0"/>
        <w:adjustRightInd w:val="0"/>
        <w:ind w:left="92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».</w:t>
      </w:r>
    </w:p>
    <w:p w:rsidR="00BB753A" w:rsidRDefault="00BB753A" w:rsidP="00A1126B">
      <w:pPr>
        <w:pStyle w:val="aa"/>
        <w:autoSpaceDE w:val="0"/>
        <w:autoSpaceDN w:val="0"/>
        <w:adjustRightInd w:val="0"/>
        <w:ind w:left="491"/>
        <w:jc w:val="right"/>
        <w:rPr>
          <w:sz w:val="26"/>
          <w:szCs w:val="26"/>
        </w:rPr>
      </w:pPr>
    </w:p>
    <w:p w:rsidR="00787344" w:rsidRPr="000C3D45" w:rsidRDefault="005A1DEE" w:rsidP="000C3D4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C3D45">
        <w:rPr>
          <w:sz w:val="26"/>
          <w:szCs w:val="26"/>
        </w:rPr>
        <w:t xml:space="preserve">. </w:t>
      </w:r>
      <w:r w:rsidR="00787344" w:rsidRPr="000C3D45">
        <w:rPr>
          <w:sz w:val="26"/>
          <w:szCs w:val="26"/>
        </w:rPr>
        <w:t>Настоящее постановление вступает в силу с</w:t>
      </w:r>
      <w:r w:rsidR="00C7392A" w:rsidRPr="000C3D45">
        <w:rPr>
          <w:sz w:val="26"/>
          <w:szCs w:val="26"/>
        </w:rPr>
        <w:t>о</w:t>
      </w:r>
      <w:r w:rsidR="00787344" w:rsidRPr="000C3D45">
        <w:rPr>
          <w:sz w:val="26"/>
          <w:szCs w:val="26"/>
        </w:rPr>
        <w:t xml:space="preserve"> д</w:t>
      </w:r>
      <w:r w:rsidR="00C7392A" w:rsidRPr="000C3D45">
        <w:rPr>
          <w:sz w:val="26"/>
          <w:szCs w:val="26"/>
        </w:rPr>
        <w:t>ня</w:t>
      </w:r>
      <w:r w:rsidR="00787344" w:rsidRPr="000C3D45">
        <w:rPr>
          <w:sz w:val="26"/>
          <w:szCs w:val="26"/>
        </w:rPr>
        <w:t xml:space="preserve"> принятия</w:t>
      </w:r>
      <w:r w:rsidR="00C7392A" w:rsidRPr="000C3D45">
        <w:rPr>
          <w:sz w:val="26"/>
          <w:szCs w:val="26"/>
        </w:rPr>
        <w:t xml:space="preserve"> и </w:t>
      </w:r>
      <w:r w:rsidR="00787344" w:rsidRPr="000C3D45">
        <w:rPr>
          <w:sz w:val="26"/>
          <w:szCs w:val="26"/>
        </w:rPr>
        <w:t>подлежит официальному опубликованию.</w:t>
      </w:r>
    </w:p>
    <w:p w:rsidR="00787344" w:rsidRPr="00787344" w:rsidRDefault="00787344" w:rsidP="00787344">
      <w:pPr>
        <w:jc w:val="both"/>
        <w:rPr>
          <w:sz w:val="26"/>
          <w:szCs w:val="26"/>
        </w:rPr>
      </w:pPr>
    </w:p>
    <w:p w:rsidR="00787344" w:rsidRDefault="00787344" w:rsidP="00787344">
      <w:pPr>
        <w:jc w:val="both"/>
        <w:rPr>
          <w:sz w:val="26"/>
          <w:szCs w:val="26"/>
        </w:rPr>
      </w:pPr>
    </w:p>
    <w:p w:rsidR="005427D8" w:rsidRPr="00787344" w:rsidRDefault="005427D8" w:rsidP="00787344">
      <w:pPr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68"/>
      </w:tblGrid>
      <w:tr w:rsidR="00787344" w:rsidRPr="00787344" w:rsidTr="00787344">
        <w:tc>
          <w:tcPr>
            <w:tcW w:w="4785" w:type="dxa"/>
            <w:hideMark/>
          </w:tcPr>
          <w:p w:rsidR="00787344" w:rsidRPr="00787344" w:rsidRDefault="00702B2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787344" w:rsidRPr="00787344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787344" w:rsidRPr="00787344">
              <w:rPr>
                <w:sz w:val="26"/>
                <w:szCs w:val="26"/>
              </w:rPr>
              <w:t xml:space="preserve"> Администрации</w:t>
            </w:r>
          </w:p>
          <w:p w:rsidR="00787344" w:rsidRPr="00787344" w:rsidRDefault="00787344">
            <w:pPr>
              <w:jc w:val="both"/>
              <w:rPr>
                <w:sz w:val="26"/>
                <w:szCs w:val="26"/>
              </w:rPr>
            </w:pPr>
            <w:r w:rsidRPr="00787344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5A1DEE" w:rsidRDefault="005A1DEE" w:rsidP="00702B22">
            <w:pPr>
              <w:jc w:val="right"/>
              <w:rPr>
                <w:sz w:val="26"/>
                <w:szCs w:val="26"/>
              </w:rPr>
            </w:pPr>
          </w:p>
          <w:p w:rsidR="00787344" w:rsidRDefault="00702B22" w:rsidP="00702B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787344" w:rsidRPr="00787344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Л</w:t>
            </w:r>
            <w:r w:rsidR="00787344" w:rsidRPr="00787344">
              <w:rPr>
                <w:sz w:val="26"/>
                <w:szCs w:val="26"/>
              </w:rPr>
              <w:t>.</w:t>
            </w:r>
            <w:r w:rsidR="003953D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Михайлова</w:t>
            </w: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Default="002E6701" w:rsidP="00702B22">
            <w:pPr>
              <w:jc w:val="right"/>
              <w:rPr>
                <w:sz w:val="26"/>
                <w:szCs w:val="26"/>
              </w:rPr>
            </w:pPr>
          </w:p>
          <w:p w:rsidR="002E6701" w:rsidRPr="00787344" w:rsidRDefault="002E6701" w:rsidP="00702B22">
            <w:pPr>
              <w:jc w:val="right"/>
              <w:rPr>
                <w:sz w:val="26"/>
                <w:szCs w:val="26"/>
              </w:rPr>
            </w:pPr>
          </w:p>
        </w:tc>
      </w:tr>
    </w:tbl>
    <w:p w:rsidR="007D5CBF" w:rsidRPr="00947DAF" w:rsidRDefault="007D5CBF" w:rsidP="003976CA">
      <w:pPr>
        <w:jc w:val="right"/>
        <w:rPr>
          <w:sz w:val="26"/>
          <w:szCs w:val="26"/>
        </w:rPr>
      </w:pPr>
    </w:p>
    <w:sectPr w:rsidR="007D5CBF" w:rsidRPr="00947DAF" w:rsidSect="00D94D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4F4" w:rsidRDefault="006574F4">
      <w:r>
        <w:separator/>
      </w:r>
    </w:p>
  </w:endnote>
  <w:endnote w:type="continuationSeparator" w:id="0">
    <w:p w:rsidR="006574F4" w:rsidRDefault="00657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4F4" w:rsidRDefault="006574F4">
      <w:r>
        <w:separator/>
      </w:r>
    </w:p>
  </w:footnote>
  <w:footnote w:type="continuationSeparator" w:id="0">
    <w:p w:rsidR="006574F4" w:rsidRDefault="00657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586751"/>
    <w:multiLevelType w:val="hybridMultilevel"/>
    <w:tmpl w:val="3AFEA05E"/>
    <w:lvl w:ilvl="0" w:tplc="7D92D432">
      <w:start w:val="8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2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4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71192"/>
    <w:multiLevelType w:val="multilevel"/>
    <w:tmpl w:val="815C17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28452EE"/>
    <w:multiLevelType w:val="hybridMultilevel"/>
    <w:tmpl w:val="B7E0B964"/>
    <w:lvl w:ilvl="0" w:tplc="91BC6B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8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3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3DA5117F"/>
    <w:multiLevelType w:val="hybridMultilevel"/>
    <w:tmpl w:val="1F08BF2C"/>
    <w:lvl w:ilvl="0" w:tplc="9F90CE04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3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7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3" w15:restartNumberingAfterBreak="0">
    <w:nsid w:val="7EAC51B6"/>
    <w:multiLevelType w:val="hybridMultilevel"/>
    <w:tmpl w:val="B8BEC136"/>
    <w:lvl w:ilvl="0" w:tplc="D4D8021E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7"/>
  </w:num>
  <w:num w:numId="2">
    <w:abstractNumId w:val="26"/>
  </w:num>
  <w:num w:numId="3">
    <w:abstractNumId w:val="33"/>
  </w:num>
  <w:num w:numId="4">
    <w:abstractNumId w:val="20"/>
  </w:num>
  <w:num w:numId="5">
    <w:abstractNumId w:val="39"/>
  </w:num>
  <w:num w:numId="6">
    <w:abstractNumId w:val="42"/>
  </w:num>
  <w:num w:numId="7">
    <w:abstractNumId w:val="30"/>
  </w:num>
  <w:num w:numId="8">
    <w:abstractNumId w:val="6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34"/>
  </w:num>
  <w:num w:numId="12">
    <w:abstractNumId w:val="15"/>
  </w:num>
  <w:num w:numId="13">
    <w:abstractNumId w:val="18"/>
  </w:num>
  <w:num w:numId="14">
    <w:abstractNumId w:val="28"/>
  </w:num>
  <w:num w:numId="15">
    <w:abstractNumId w:val="35"/>
  </w:num>
  <w:num w:numId="16">
    <w:abstractNumId w:val="23"/>
  </w:num>
  <w:num w:numId="17">
    <w:abstractNumId w:val="4"/>
  </w:num>
  <w:num w:numId="18">
    <w:abstractNumId w:val="29"/>
  </w:num>
  <w:num w:numId="19">
    <w:abstractNumId w:val="0"/>
  </w:num>
  <w:num w:numId="20">
    <w:abstractNumId w:val="21"/>
  </w:num>
  <w:num w:numId="21">
    <w:abstractNumId w:val="19"/>
  </w:num>
  <w:num w:numId="22">
    <w:abstractNumId w:val="25"/>
  </w:num>
  <w:num w:numId="23">
    <w:abstractNumId w:val="9"/>
  </w:num>
  <w:num w:numId="24">
    <w:abstractNumId w:val="3"/>
  </w:num>
  <w:num w:numId="25">
    <w:abstractNumId w:val="22"/>
  </w:num>
  <w:num w:numId="26">
    <w:abstractNumId w:val="41"/>
  </w:num>
  <w:num w:numId="27">
    <w:abstractNumId w:val="5"/>
  </w:num>
  <w:num w:numId="28">
    <w:abstractNumId w:val="17"/>
  </w:num>
  <w:num w:numId="29">
    <w:abstractNumId w:val="31"/>
  </w:num>
  <w:num w:numId="30">
    <w:abstractNumId w:val="38"/>
  </w:num>
  <w:num w:numId="31">
    <w:abstractNumId w:val="40"/>
  </w:num>
  <w:num w:numId="32">
    <w:abstractNumId w:val="13"/>
  </w:num>
  <w:num w:numId="33">
    <w:abstractNumId w:val="11"/>
  </w:num>
  <w:num w:numId="34">
    <w:abstractNumId w:val="10"/>
  </w:num>
  <w:num w:numId="35">
    <w:abstractNumId w:val="8"/>
  </w:num>
  <w:num w:numId="36">
    <w:abstractNumId w:val="16"/>
  </w:num>
  <w:num w:numId="37">
    <w:abstractNumId w:val="2"/>
  </w:num>
  <w:num w:numId="38">
    <w:abstractNumId w:val="37"/>
  </w:num>
  <w:num w:numId="39">
    <w:abstractNumId w:val="36"/>
  </w:num>
  <w:num w:numId="40">
    <w:abstractNumId w:val="27"/>
  </w:num>
  <w:num w:numId="41">
    <w:abstractNumId w:val="12"/>
  </w:num>
  <w:num w:numId="42">
    <w:abstractNumId w:val="14"/>
  </w:num>
  <w:num w:numId="43">
    <w:abstractNumId w:val="1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26DD7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22ECF"/>
    <w:rsid w:val="001630CC"/>
    <w:rsid w:val="00167519"/>
    <w:rsid w:val="00170333"/>
    <w:rsid w:val="00170BC2"/>
    <w:rsid w:val="00171A2B"/>
    <w:rsid w:val="001952D1"/>
    <w:rsid w:val="001A1359"/>
    <w:rsid w:val="001D5E34"/>
    <w:rsid w:val="001E0A87"/>
    <w:rsid w:val="0021034E"/>
    <w:rsid w:val="00213CF2"/>
    <w:rsid w:val="002233A4"/>
    <w:rsid w:val="002571AC"/>
    <w:rsid w:val="00263C10"/>
    <w:rsid w:val="002738E2"/>
    <w:rsid w:val="00273D12"/>
    <w:rsid w:val="002747E9"/>
    <w:rsid w:val="00275CFA"/>
    <w:rsid w:val="00281F2D"/>
    <w:rsid w:val="00285336"/>
    <w:rsid w:val="00296CFA"/>
    <w:rsid w:val="002D4ACB"/>
    <w:rsid w:val="002E6701"/>
    <w:rsid w:val="002F0634"/>
    <w:rsid w:val="002F4C3E"/>
    <w:rsid w:val="002F5D06"/>
    <w:rsid w:val="00303198"/>
    <w:rsid w:val="00303F7F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432935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274C0"/>
    <w:rsid w:val="005427D8"/>
    <w:rsid w:val="00552FC3"/>
    <w:rsid w:val="0055390A"/>
    <w:rsid w:val="00563CD4"/>
    <w:rsid w:val="0056594C"/>
    <w:rsid w:val="00590F98"/>
    <w:rsid w:val="00595A53"/>
    <w:rsid w:val="005A166A"/>
    <w:rsid w:val="005A1DEE"/>
    <w:rsid w:val="005B0E7B"/>
    <w:rsid w:val="005E5618"/>
    <w:rsid w:val="005F55CF"/>
    <w:rsid w:val="006045E2"/>
    <w:rsid w:val="00610611"/>
    <w:rsid w:val="00625A74"/>
    <w:rsid w:val="00626BE3"/>
    <w:rsid w:val="0064488C"/>
    <w:rsid w:val="00645A0E"/>
    <w:rsid w:val="00652858"/>
    <w:rsid w:val="006574F4"/>
    <w:rsid w:val="00680190"/>
    <w:rsid w:val="006A37A9"/>
    <w:rsid w:val="006C7195"/>
    <w:rsid w:val="006D794C"/>
    <w:rsid w:val="006E533B"/>
    <w:rsid w:val="006F3302"/>
    <w:rsid w:val="006F3819"/>
    <w:rsid w:val="00702B22"/>
    <w:rsid w:val="0074551D"/>
    <w:rsid w:val="00751F5F"/>
    <w:rsid w:val="007523B3"/>
    <w:rsid w:val="00756312"/>
    <w:rsid w:val="007701B4"/>
    <w:rsid w:val="00773ED8"/>
    <w:rsid w:val="00787344"/>
    <w:rsid w:val="00794F29"/>
    <w:rsid w:val="007A5F42"/>
    <w:rsid w:val="007B4922"/>
    <w:rsid w:val="007C0157"/>
    <w:rsid w:val="007C2B68"/>
    <w:rsid w:val="007C55F0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81C24"/>
    <w:rsid w:val="008B7453"/>
    <w:rsid w:val="008D1D8C"/>
    <w:rsid w:val="009039A5"/>
    <w:rsid w:val="00917AF4"/>
    <w:rsid w:val="009249E8"/>
    <w:rsid w:val="009300CC"/>
    <w:rsid w:val="00944010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B24B2"/>
    <w:rsid w:val="00AB284A"/>
    <w:rsid w:val="00AB2A97"/>
    <w:rsid w:val="00AC26AA"/>
    <w:rsid w:val="00AD1962"/>
    <w:rsid w:val="00AD4238"/>
    <w:rsid w:val="00AD53F0"/>
    <w:rsid w:val="00AF3C46"/>
    <w:rsid w:val="00B03EA4"/>
    <w:rsid w:val="00B241F3"/>
    <w:rsid w:val="00B54569"/>
    <w:rsid w:val="00B61695"/>
    <w:rsid w:val="00B87062"/>
    <w:rsid w:val="00B9094D"/>
    <w:rsid w:val="00B9165F"/>
    <w:rsid w:val="00B958B2"/>
    <w:rsid w:val="00BA2F7B"/>
    <w:rsid w:val="00BA42FF"/>
    <w:rsid w:val="00BB1638"/>
    <w:rsid w:val="00BB1B20"/>
    <w:rsid w:val="00BB1BC4"/>
    <w:rsid w:val="00BB753A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477A7"/>
    <w:rsid w:val="00C50A0E"/>
    <w:rsid w:val="00C65B62"/>
    <w:rsid w:val="00C7392A"/>
    <w:rsid w:val="00C7710E"/>
    <w:rsid w:val="00C80C19"/>
    <w:rsid w:val="00C918B5"/>
    <w:rsid w:val="00CD03BA"/>
    <w:rsid w:val="00CD792C"/>
    <w:rsid w:val="00D0795B"/>
    <w:rsid w:val="00D1478A"/>
    <w:rsid w:val="00D2142A"/>
    <w:rsid w:val="00D21DE2"/>
    <w:rsid w:val="00D22187"/>
    <w:rsid w:val="00D43835"/>
    <w:rsid w:val="00D62D5A"/>
    <w:rsid w:val="00D70FD9"/>
    <w:rsid w:val="00D71A1A"/>
    <w:rsid w:val="00D94D80"/>
    <w:rsid w:val="00D95A3B"/>
    <w:rsid w:val="00DA35AE"/>
    <w:rsid w:val="00DA36F7"/>
    <w:rsid w:val="00DA4BCF"/>
    <w:rsid w:val="00DB5A7F"/>
    <w:rsid w:val="00DC1F51"/>
    <w:rsid w:val="00DE7585"/>
    <w:rsid w:val="00DF07BA"/>
    <w:rsid w:val="00DF3191"/>
    <w:rsid w:val="00E13573"/>
    <w:rsid w:val="00E3229F"/>
    <w:rsid w:val="00E55885"/>
    <w:rsid w:val="00E56EB4"/>
    <w:rsid w:val="00E60DA0"/>
    <w:rsid w:val="00E662F3"/>
    <w:rsid w:val="00E70CF3"/>
    <w:rsid w:val="00E86BEB"/>
    <w:rsid w:val="00E97DBB"/>
    <w:rsid w:val="00EA7D5C"/>
    <w:rsid w:val="00ED36EC"/>
    <w:rsid w:val="00ED4BCC"/>
    <w:rsid w:val="00ED7A0A"/>
    <w:rsid w:val="00EE524E"/>
    <w:rsid w:val="00EE62C1"/>
    <w:rsid w:val="00F14F3B"/>
    <w:rsid w:val="00F369D7"/>
    <w:rsid w:val="00F43C61"/>
    <w:rsid w:val="00F64262"/>
    <w:rsid w:val="00F92E2C"/>
    <w:rsid w:val="00F93DAF"/>
    <w:rsid w:val="00FB0330"/>
    <w:rsid w:val="00FC2B1A"/>
    <w:rsid w:val="00FC542B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3577C"/>
  <w15:docId w15:val="{51B34CB3-4F0E-4023-887C-F9AB8D9B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DD033-A918-4E0E-B197-5768F846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2024-05-15T09:05:00Z</cp:lastPrinted>
  <dcterms:created xsi:type="dcterms:W3CDTF">2024-05-15T09:06:00Z</dcterms:created>
  <dcterms:modified xsi:type="dcterms:W3CDTF">2024-05-15T09:06:00Z</dcterms:modified>
</cp:coreProperties>
</file>